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C2F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6998B1" w14:textId="77777777" w:rsidR="00161064" w:rsidRDefault="00161064" w:rsidP="001610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1139EA8" w14:textId="77777777" w:rsidR="00161064" w:rsidRDefault="00161064" w:rsidP="001610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8BA837F" w14:textId="77777777" w:rsidR="00161064" w:rsidRDefault="00161064" w:rsidP="001610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65391A1" w14:textId="77777777" w:rsidR="00161064" w:rsidRDefault="00161064" w:rsidP="001610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</w:t>
      </w:r>
    </w:p>
    <w:p w14:paraId="2DB303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ABA8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E183A1" w14:textId="77777777" w:rsidTr="006D382B">
        <w:tc>
          <w:tcPr>
            <w:tcW w:w="2694" w:type="dxa"/>
            <w:vAlign w:val="center"/>
          </w:tcPr>
          <w:p w14:paraId="1F5E5A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C77509" w14:textId="77777777" w:rsidR="0085747A" w:rsidRPr="006D382B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D382B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14:paraId="66F36554" w14:textId="77777777" w:rsidTr="006D382B">
        <w:tc>
          <w:tcPr>
            <w:tcW w:w="2694" w:type="dxa"/>
            <w:vAlign w:val="center"/>
          </w:tcPr>
          <w:p w14:paraId="75839B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F21A9A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PRP30</w:t>
            </w:r>
          </w:p>
        </w:tc>
      </w:tr>
      <w:tr w:rsidR="0085747A" w:rsidRPr="009C54AE" w14:paraId="4E7D5188" w14:textId="77777777" w:rsidTr="006D382B">
        <w:tc>
          <w:tcPr>
            <w:tcW w:w="2694" w:type="dxa"/>
            <w:vAlign w:val="center"/>
          </w:tcPr>
          <w:p w14:paraId="22832A2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F3C29A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14:paraId="7AD73E4D" w14:textId="77777777" w:rsidTr="006D382B">
        <w:tc>
          <w:tcPr>
            <w:tcW w:w="2694" w:type="dxa"/>
            <w:vAlign w:val="center"/>
          </w:tcPr>
          <w:p w14:paraId="38ADA21A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309529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14:paraId="7508D6C2" w14:textId="77777777" w:rsidTr="006D382B">
        <w:tc>
          <w:tcPr>
            <w:tcW w:w="2694" w:type="dxa"/>
            <w:vAlign w:val="center"/>
          </w:tcPr>
          <w:p w14:paraId="2E7E0C48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A9E6D2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D382B" w:rsidRPr="009C54AE" w14:paraId="39661AD8" w14:textId="77777777" w:rsidTr="006D382B">
        <w:tc>
          <w:tcPr>
            <w:tcW w:w="2694" w:type="dxa"/>
            <w:vAlign w:val="center"/>
          </w:tcPr>
          <w:p w14:paraId="6F23D3D3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22F87" w14:textId="77777777" w:rsidR="006D382B" w:rsidRPr="00C71F60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6D382B" w:rsidRPr="009C54AE" w14:paraId="7DBC0FBB" w14:textId="77777777" w:rsidTr="006D382B">
        <w:tc>
          <w:tcPr>
            <w:tcW w:w="2694" w:type="dxa"/>
            <w:vAlign w:val="center"/>
          </w:tcPr>
          <w:p w14:paraId="1D20B147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3DBE59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382B" w:rsidRPr="009C54AE" w14:paraId="6F86D24F" w14:textId="77777777" w:rsidTr="006D382B">
        <w:tc>
          <w:tcPr>
            <w:tcW w:w="2694" w:type="dxa"/>
            <w:vAlign w:val="center"/>
          </w:tcPr>
          <w:p w14:paraId="32B46A00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535F96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382B" w:rsidRPr="009C54AE" w14:paraId="7622BA8B" w14:textId="77777777" w:rsidTr="006D382B">
        <w:tc>
          <w:tcPr>
            <w:tcW w:w="2694" w:type="dxa"/>
            <w:vAlign w:val="center"/>
          </w:tcPr>
          <w:p w14:paraId="223F1238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AAA903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6D382B" w:rsidRPr="009C54AE" w14:paraId="0A518C71" w14:textId="77777777" w:rsidTr="006D382B">
        <w:tc>
          <w:tcPr>
            <w:tcW w:w="2694" w:type="dxa"/>
            <w:vAlign w:val="center"/>
          </w:tcPr>
          <w:p w14:paraId="2D5B5A43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A2883F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D382B" w:rsidRPr="009C54AE" w14:paraId="4F60F1C5" w14:textId="77777777" w:rsidTr="006D382B">
        <w:tc>
          <w:tcPr>
            <w:tcW w:w="2694" w:type="dxa"/>
            <w:vAlign w:val="center"/>
          </w:tcPr>
          <w:p w14:paraId="75857D53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25D4C9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82B" w:rsidRPr="009C54AE" w14:paraId="79D3ADE2" w14:textId="77777777" w:rsidTr="006D382B">
        <w:tc>
          <w:tcPr>
            <w:tcW w:w="2694" w:type="dxa"/>
            <w:vAlign w:val="center"/>
          </w:tcPr>
          <w:p w14:paraId="5527E8BC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1849C9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6D382B" w:rsidRPr="009C54AE" w14:paraId="400E42BE" w14:textId="77777777" w:rsidTr="006D382B">
        <w:tc>
          <w:tcPr>
            <w:tcW w:w="2694" w:type="dxa"/>
            <w:vAlign w:val="center"/>
          </w:tcPr>
          <w:p w14:paraId="48C2BFB2" w14:textId="77777777"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40EE98" w14:textId="77777777"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Dorota Semków, dr Karol Bajda, mgr Izabela Kułak</w:t>
            </w:r>
          </w:p>
        </w:tc>
      </w:tr>
    </w:tbl>
    <w:p w14:paraId="7E2340D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97CA0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2BE1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0D9B4D" w14:textId="77777777" w:rsidTr="006D38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0338" w14:textId="77777777" w:rsidR="00015B8F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3932DE" w14:textId="77777777" w:rsidR="00015B8F" w:rsidRPr="009C54AE" w:rsidRDefault="002B5EA0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38FA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AFDA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20A7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7412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A25F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C318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4C7A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DF95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02E3" w14:textId="77777777"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2A4C8B" w14:textId="77777777" w:rsidTr="006D382B">
        <w:trPr>
          <w:trHeight w:val="55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B4D7" w14:textId="77777777"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43BF" w14:textId="77777777" w:rsidR="00015B8F" w:rsidRPr="009C54AE" w:rsidRDefault="00AF5070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5070"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AD3B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AF23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18D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DEA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2C9E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9599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CD25" w14:textId="77777777"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F7FC" w14:textId="77777777"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7C774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BCAE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8DCD80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9116039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A531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66818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8340C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7EE81" w14:textId="77777777"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B6D75">
        <w:rPr>
          <w:rFonts w:ascii="Corbel" w:hAnsi="Corbel"/>
          <w:b w:val="0"/>
          <w:szCs w:val="24"/>
        </w:rPr>
        <w:t>Egzamin pisemny w formie testowej lub egzamin ustny.</w:t>
      </w:r>
    </w:p>
    <w:p w14:paraId="0B657B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AE5A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59E9E7" w14:textId="77777777" w:rsidR="006D382B" w:rsidRPr="009C54AE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08DA2F" w14:textId="77777777" w:rsidTr="00745302">
        <w:tc>
          <w:tcPr>
            <w:tcW w:w="9670" w:type="dxa"/>
          </w:tcPr>
          <w:p w14:paraId="1F6F0468" w14:textId="77777777"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14:paraId="4BA6ECBA" w14:textId="77777777" w:rsidR="006D382B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D4897D" w14:textId="77777777" w:rsidR="00596786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3DAB7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18E8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91CE4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A2CE6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9356552" w14:textId="77777777" w:rsidTr="00923D7D">
        <w:tc>
          <w:tcPr>
            <w:tcW w:w="851" w:type="dxa"/>
            <w:vAlign w:val="center"/>
          </w:tcPr>
          <w:p w14:paraId="78D565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A25F79" w14:textId="77777777"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14:paraId="207CD5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21143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01190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EA89E07" w14:textId="77777777" w:rsidTr="0071620A">
        <w:tc>
          <w:tcPr>
            <w:tcW w:w="1701" w:type="dxa"/>
            <w:vAlign w:val="center"/>
          </w:tcPr>
          <w:p w14:paraId="7CE6DD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FD74B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7EF5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11210C6" w14:textId="77777777" w:rsidTr="005E6E85">
        <w:tc>
          <w:tcPr>
            <w:tcW w:w="1701" w:type="dxa"/>
          </w:tcPr>
          <w:p w14:paraId="65C343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F76D0E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14:paraId="451F6929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50F46D4" w14:textId="77777777" w:rsidTr="005E6E85">
        <w:tc>
          <w:tcPr>
            <w:tcW w:w="1701" w:type="dxa"/>
          </w:tcPr>
          <w:p w14:paraId="0D1A75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21C125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14:paraId="68FB8AF8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526C2CE" w14:textId="77777777" w:rsidTr="005E6E85">
        <w:tc>
          <w:tcPr>
            <w:tcW w:w="1701" w:type="dxa"/>
          </w:tcPr>
          <w:p w14:paraId="061CFABA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B5E88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14:paraId="34F63A49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14:paraId="5CF858FA" w14:textId="77777777" w:rsidTr="005E6E85">
        <w:tc>
          <w:tcPr>
            <w:tcW w:w="1701" w:type="dxa"/>
          </w:tcPr>
          <w:p w14:paraId="1B0C5332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E07064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14:paraId="37449441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14:paraId="21A6E14D" w14:textId="77777777" w:rsidTr="005E6E85">
        <w:tc>
          <w:tcPr>
            <w:tcW w:w="1701" w:type="dxa"/>
          </w:tcPr>
          <w:p w14:paraId="3E7A6715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8D1588F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14:paraId="123F4E2D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14:paraId="2D61606B" w14:textId="77777777" w:rsidTr="005E6E85">
        <w:tc>
          <w:tcPr>
            <w:tcW w:w="1701" w:type="dxa"/>
          </w:tcPr>
          <w:p w14:paraId="1A1E0F5B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E3FDB5F" w14:textId="77777777"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14:paraId="42CF7FA9" w14:textId="77777777"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BBCC3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A630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9A589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44AB6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359F58" w14:textId="77777777" w:rsidTr="00923D7D">
        <w:tc>
          <w:tcPr>
            <w:tcW w:w="9639" w:type="dxa"/>
          </w:tcPr>
          <w:p w14:paraId="326FC0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7B0EB1" w14:textId="77777777" w:rsidTr="00923D7D">
        <w:tc>
          <w:tcPr>
            <w:tcW w:w="9639" w:type="dxa"/>
          </w:tcPr>
          <w:p w14:paraId="182E979D" w14:textId="77777777" w:rsidR="0085747A" w:rsidRPr="009C54AE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</w:p>
        </w:tc>
      </w:tr>
      <w:tr w:rsidR="0085747A" w:rsidRPr="009C54AE" w14:paraId="3C0F83AE" w14:textId="77777777" w:rsidTr="00923D7D">
        <w:tc>
          <w:tcPr>
            <w:tcW w:w="9639" w:type="dxa"/>
          </w:tcPr>
          <w:p w14:paraId="61EF8007" w14:textId="77777777"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85747A" w:rsidRPr="009C54AE" w14:paraId="172C0512" w14:textId="77777777" w:rsidTr="00923D7D">
        <w:tc>
          <w:tcPr>
            <w:tcW w:w="9639" w:type="dxa"/>
          </w:tcPr>
          <w:p w14:paraId="3A3B7CB5" w14:textId="77777777"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7B010D" w:rsidRPr="009C54AE" w14:paraId="280143FC" w14:textId="77777777" w:rsidTr="00923D7D">
        <w:tc>
          <w:tcPr>
            <w:tcW w:w="9639" w:type="dxa"/>
          </w:tcPr>
          <w:p w14:paraId="0ECB4ACD" w14:textId="77777777" w:rsidR="007B010D" w:rsidRPr="007B010D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7B010D" w:rsidRPr="009C54AE" w14:paraId="521F2435" w14:textId="77777777" w:rsidTr="00923D7D">
        <w:tc>
          <w:tcPr>
            <w:tcW w:w="9639" w:type="dxa"/>
          </w:tcPr>
          <w:p w14:paraId="5399E626" w14:textId="77777777"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14:paraId="5E11D302" w14:textId="77777777" w:rsidTr="00923D7D">
        <w:tc>
          <w:tcPr>
            <w:tcW w:w="9639" w:type="dxa"/>
          </w:tcPr>
          <w:p w14:paraId="0FBCEE62" w14:textId="77777777"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14:paraId="54C0406F" w14:textId="77777777" w:rsidTr="00923D7D">
        <w:tc>
          <w:tcPr>
            <w:tcW w:w="9639" w:type="dxa"/>
          </w:tcPr>
          <w:p w14:paraId="6CD8D069" w14:textId="77777777"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14:paraId="21CA6E6E" w14:textId="77777777" w:rsidTr="00923D7D">
        <w:tc>
          <w:tcPr>
            <w:tcW w:w="9639" w:type="dxa"/>
          </w:tcPr>
          <w:p w14:paraId="6E74B890" w14:textId="77777777"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CD7942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14:paraId="0ED96F24" w14:textId="77777777"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6897140" w14:textId="77777777" w:rsidR="007B010D" w:rsidRPr="006D382B" w:rsidRDefault="007B010D" w:rsidP="006D38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6D38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382B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</w:tbl>
    <w:p w14:paraId="6DFB45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9514C8" w14:textId="77777777"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14B2FAD" w14:textId="77777777" w:rsidR="002F5F3A" w:rsidRPr="002F5F3A" w:rsidRDefault="002F5F3A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>Wykład z prezentacją multimedialną, wykład konwencjonalny,  wykład problemowy.</w:t>
      </w:r>
    </w:p>
    <w:p w14:paraId="3C70AC5B" w14:textId="77777777"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0F4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0E33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E13D9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0426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3AA260" w14:textId="77777777" w:rsidTr="00C05F44">
        <w:tc>
          <w:tcPr>
            <w:tcW w:w="1985" w:type="dxa"/>
            <w:vAlign w:val="center"/>
          </w:tcPr>
          <w:p w14:paraId="36428D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3DE47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71AB0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BF00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F53D3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A3F1E0A" w14:textId="77777777" w:rsidTr="00C05F44">
        <w:tc>
          <w:tcPr>
            <w:tcW w:w="1985" w:type="dxa"/>
          </w:tcPr>
          <w:p w14:paraId="01742195" w14:textId="77777777"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390966" w14:textId="77777777"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2A2A77B5" w14:textId="77777777"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FFA2CB9" w14:textId="77777777" w:rsidTr="00C05F44">
        <w:tc>
          <w:tcPr>
            <w:tcW w:w="1985" w:type="dxa"/>
          </w:tcPr>
          <w:p w14:paraId="227043D2" w14:textId="77777777"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7E68F21" w14:textId="77777777"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730DB589" w14:textId="77777777"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64AAD11D" w14:textId="77777777" w:rsidTr="00C05F44">
        <w:tc>
          <w:tcPr>
            <w:tcW w:w="1985" w:type="dxa"/>
          </w:tcPr>
          <w:p w14:paraId="6B929B08" w14:textId="77777777"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527C69" w14:textId="77777777"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617BC7BF" w14:textId="77777777"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0D028B85" w14:textId="77777777" w:rsidTr="00C05F44">
        <w:tc>
          <w:tcPr>
            <w:tcW w:w="1985" w:type="dxa"/>
          </w:tcPr>
          <w:p w14:paraId="08252080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5C959C" w14:textId="77777777"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61E4439B" w14:textId="77777777"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6F958220" w14:textId="77777777" w:rsidTr="00C05F44">
        <w:tc>
          <w:tcPr>
            <w:tcW w:w="1985" w:type="dxa"/>
          </w:tcPr>
          <w:p w14:paraId="35AF2A9C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C026C7B" w14:textId="77777777"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24085AF0" w14:textId="77777777" w:rsidR="00275BD7" w:rsidRPr="00275BD7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14:paraId="7A7ED3C3" w14:textId="77777777" w:rsidTr="00C05F44">
        <w:tc>
          <w:tcPr>
            <w:tcW w:w="1985" w:type="dxa"/>
          </w:tcPr>
          <w:p w14:paraId="55ADF6C4" w14:textId="77777777"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DE0A1D6" w14:textId="77777777"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14:paraId="7DAD400B" w14:textId="77777777" w:rsidR="004C121F" w:rsidRPr="004C121F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E8EE4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D110C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7CCA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80AC91" w14:textId="77777777" w:rsidTr="00923D7D">
        <w:tc>
          <w:tcPr>
            <w:tcW w:w="9670" w:type="dxa"/>
          </w:tcPr>
          <w:p w14:paraId="6B736899" w14:textId="77777777" w:rsidR="0085747A" w:rsidRPr="009C54AE" w:rsidRDefault="005047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478B"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14:paraId="746921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ACC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B647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4D4D88" w14:textId="77777777" w:rsidTr="003E1941">
        <w:tc>
          <w:tcPr>
            <w:tcW w:w="4962" w:type="dxa"/>
            <w:vAlign w:val="center"/>
          </w:tcPr>
          <w:p w14:paraId="6DEADC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C98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C588B5" w14:textId="77777777" w:rsidTr="00923D7D">
        <w:tc>
          <w:tcPr>
            <w:tcW w:w="4962" w:type="dxa"/>
          </w:tcPr>
          <w:p w14:paraId="0CA401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C5D57" w14:textId="77777777" w:rsidR="0085747A" w:rsidRPr="009C54AE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27 godz.</w:t>
            </w:r>
          </w:p>
        </w:tc>
      </w:tr>
      <w:tr w:rsidR="00C61DC5" w:rsidRPr="009C54AE" w14:paraId="0FA6AAC3" w14:textId="77777777" w:rsidTr="00923D7D">
        <w:tc>
          <w:tcPr>
            <w:tcW w:w="4962" w:type="dxa"/>
          </w:tcPr>
          <w:p w14:paraId="3D1A40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33CE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87391B" w14:textId="77777777" w:rsidR="00DC283B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dział w egzaminie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30 min.</w:t>
            </w:r>
          </w:p>
        </w:tc>
      </w:tr>
      <w:tr w:rsidR="00C61DC5" w:rsidRPr="009C54AE" w14:paraId="44E13992" w14:textId="77777777" w:rsidTr="00923D7D">
        <w:tc>
          <w:tcPr>
            <w:tcW w:w="4962" w:type="dxa"/>
          </w:tcPr>
          <w:p w14:paraId="07F1A82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CD75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294C70" w14:textId="77777777" w:rsidR="00CD0FA3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6D382B">
              <w:rPr>
                <w:rFonts w:ascii="Corbel" w:hAnsi="Corbel"/>
                <w:sz w:val="24"/>
                <w:szCs w:val="24"/>
              </w:rPr>
              <w:t>83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8663A8E" w14:textId="77777777" w:rsidR="00CD0FA3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14:paraId="2C09155C" w14:textId="77777777" w:rsidTr="00923D7D">
        <w:tc>
          <w:tcPr>
            <w:tcW w:w="4962" w:type="dxa"/>
          </w:tcPr>
          <w:p w14:paraId="0F6A63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7E517D" w14:textId="77777777"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14:paraId="3C6CFE7D" w14:textId="77777777" w:rsidTr="00923D7D">
        <w:tc>
          <w:tcPr>
            <w:tcW w:w="4962" w:type="dxa"/>
          </w:tcPr>
          <w:p w14:paraId="738522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79CAFC" w14:textId="77777777"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C6BCC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8531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D8CE1A" w14:textId="77777777" w:rsidR="0085747A" w:rsidRPr="009C54AE" w:rsidRDefault="006D38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678B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749272" w14:textId="77777777" w:rsidTr="006D382B">
        <w:trPr>
          <w:trHeight w:val="397"/>
        </w:trPr>
        <w:tc>
          <w:tcPr>
            <w:tcW w:w="3544" w:type="dxa"/>
          </w:tcPr>
          <w:p w14:paraId="2D4FF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6E670F" w14:textId="77777777"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D25B73E" w14:textId="77777777" w:rsidTr="006D382B">
        <w:trPr>
          <w:trHeight w:val="397"/>
        </w:trPr>
        <w:tc>
          <w:tcPr>
            <w:tcW w:w="3544" w:type="dxa"/>
          </w:tcPr>
          <w:p w14:paraId="08232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2D3A63" w14:textId="77777777"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F37F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87B0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B14C8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4094F61" w14:textId="77777777" w:rsidTr="006D382B">
        <w:trPr>
          <w:trHeight w:val="397"/>
        </w:trPr>
        <w:tc>
          <w:tcPr>
            <w:tcW w:w="7513" w:type="dxa"/>
          </w:tcPr>
          <w:p w14:paraId="774ACAD9" w14:textId="77777777" w:rsidR="00F32A13" w:rsidRPr="006D382B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B54CEE9" w14:textId="77777777"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14:paraId="4F927FA9" w14:textId="77777777"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14:paraId="42384704" w14:textId="77777777"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</w:t>
            </w:r>
            <w:r w:rsidR="006D38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Szostak, wyd. Wolters Kluwer Polska, Kraków 2009</w:t>
            </w:r>
          </w:p>
        </w:tc>
      </w:tr>
      <w:tr w:rsidR="0085747A" w:rsidRPr="009C54AE" w14:paraId="445ECAC1" w14:textId="77777777" w:rsidTr="006D382B">
        <w:trPr>
          <w:trHeight w:val="397"/>
        </w:trPr>
        <w:tc>
          <w:tcPr>
            <w:tcW w:w="7513" w:type="dxa"/>
          </w:tcPr>
          <w:p w14:paraId="7436F76E" w14:textId="77777777" w:rsidR="009A6EB8" w:rsidRPr="006D382B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BF23D4" w14:textId="77777777"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14:paraId="6ECE795E" w14:textId="77777777"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14:paraId="02130702" w14:textId="77777777"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14:paraId="2F0094F2" w14:textId="77777777"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14:paraId="039519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FFC6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663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143F" w14:textId="77777777" w:rsidR="00CA6331" w:rsidRDefault="00CA6331" w:rsidP="00C16ABF">
      <w:pPr>
        <w:spacing w:after="0" w:line="240" w:lineRule="auto"/>
      </w:pPr>
      <w:r>
        <w:separator/>
      </w:r>
    </w:p>
  </w:endnote>
  <w:endnote w:type="continuationSeparator" w:id="0">
    <w:p w14:paraId="5DCE3CF3" w14:textId="77777777" w:rsidR="00CA6331" w:rsidRDefault="00CA63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2B38" w14:textId="77777777" w:rsidR="00CA6331" w:rsidRDefault="00CA6331" w:rsidP="00C16ABF">
      <w:pPr>
        <w:spacing w:after="0" w:line="240" w:lineRule="auto"/>
      </w:pPr>
      <w:r>
        <w:separator/>
      </w:r>
    </w:p>
  </w:footnote>
  <w:footnote w:type="continuationSeparator" w:id="0">
    <w:p w14:paraId="6F6206A6" w14:textId="77777777" w:rsidR="00CA6331" w:rsidRDefault="00CA6331" w:rsidP="00C16ABF">
      <w:pPr>
        <w:spacing w:after="0" w:line="240" w:lineRule="auto"/>
      </w:pPr>
      <w:r>
        <w:continuationSeparator/>
      </w:r>
    </w:p>
  </w:footnote>
  <w:footnote w:id="1">
    <w:p w14:paraId="0D4884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496938">
    <w:abstractNumId w:val="0"/>
  </w:num>
  <w:num w:numId="2" w16cid:durableId="726606555">
    <w:abstractNumId w:val="4"/>
  </w:num>
  <w:num w:numId="3" w16cid:durableId="360588877">
    <w:abstractNumId w:val="2"/>
  </w:num>
  <w:num w:numId="4" w16cid:durableId="379981337">
    <w:abstractNumId w:val="1"/>
  </w:num>
  <w:num w:numId="5" w16cid:durableId="1150365565">
    <w:abstractNumId w:val="5"/>
  </w:num>
  <w:num w:numId="6" w16cid:durableId="63375410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3CF"/>
    <w:rsid w:val="00015B8F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164"/>
    <w:rsid w:val="00154381"/>
    <w:rsid w:val="00156579"/>
    <w:rsid w:val="00161064"/>
    <w:rsid w:val="001640A7"/>
    <w:rsid w:val="00164FA7"/>
    <w:rsid w:val="00166A03"/>
    <w:rsid w:val="001718A7"/>
    <w:rsid w:val="001737CF"/>
    <w:rsid w:val="00176083"/>
    <w:rsid w:val="00192F37"/>
    <w:rsid w:val="001A377C"/>
    <w:rsid w:val="001A70D2"/>
    <w:rsid w:val="001C7314"/>
    <w:rsid w:val="001D657B"/>
    <w:rsid w:val="001D7B54"/>
    <w:rsid w:val="001E0209"/>
    <w:rsid w:val="001F2CA2"/>
    <w:rsid w:val="002144C0"/>
    <w:rsid w:val="0022477D"/>
    <w:rsid w:val="00224A5F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64C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55A3"/>
    <w:rsid w:val="0050478B"/>
    <w:rsid w:val="0050496F"/>
    <w:rsid w:val="00513B6F"/>
    <w:rsid w:val="00517C63"/>
    <w:rsid w:val="005363C4"/>
    <w:rsid w:val="00536BDE"/>
    <w:rsid w:val="00543ACC"/>
    <w:rsid w:val="0056696D"/>
    <w:rsid w:val="005821A5"/>
    <w:rsid w:val="0058467D"/>
    <w:rsid w:val="0059484D"/>
    <w:rsid w:val="00596786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294F"/>
    <w:rsid w:val="006D050F"/>
    <w:rsid w:val="006D382B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2306"/>
    <w:rsid w:val="00763BF1"/>
    <w:rsid w:val="00766FD4"/>
    <w:rsid w:val="0078168C"/>
    <w:rsid w:val="00785B8E"/>
    <w:rsid w:val="00787C2A"/>
    <w:rsid w:val="00790E27"/>
    <w:rsid w:val="007A4022"/>
    <w:rsid w:val="007A6E6E"/>
    <w:rsid w:val="007B010D"/>
    <w:rsid w:val="007C161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13C"/>
    <w:rsid w:val="00884922"/>
    <w:rsid w:val="00885F64"/>
    <w:rsid w:val="008917F9"/>
    <w:rsid w:val="00891B3C"/>
    <w:rsid w:val="008A45F7"/>
    <w:rsid w:val="008C0CC0"/>
    <w:rsid w:val="008C19A9"/>
    <w:rsid w:val="008C26D8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47FAC"/>
    <w:rsid w:val="009508DF"/>
    <w:rsid w:val="00950DAC"/>
    <w:rsid w:val="00954A07"/>
    <w:rsid w:val="009813B8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1BA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0"/>
    <w:rsid w:val="00B06142"/>
    <w:rsid w:val="00B135B1"/>
    <w:rsid w:val="00B3130B"/>
    <w:rsid w:val="00B40ADB"/>
    <w:rsid w:val="00B43B77"/>
    <w:rsid w:val="00B43E80"/>
    <w:rsid w:val="00B44C0E"/>
    <w:rsid w:val="00B47352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E86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C1C"/>
    <w:rsid w:val="00C61DC5"/>
    <w:rsid w:val="00C67E92"/>
    <w:rsid w:val="00C70A26"/>
    <w:rsid w:val="00C71F60"/>
    <w:rsid w:val="00C73970"/>
    <w:rsid w:val="00C766DF"/>
    <w:rsid w:val="00C87A9A"/>
    <w:rsid w:val="00C94B98"/>
    <w:rsid w:val="00CA2B96"/>
    <w:rsid w:val="00CA5089"/>
    <w:rsid w:val="00CA56E5"/>
    <w:rsid w:val="00CA6331"/>
    <w:rsid w:val="00CD0FA3"/>
    <w:rsid w:val="00CD6897"/>
    <w:rsid w:val="00CD7942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7C8"/>
    <w:rsid w:val="00D74119"/>
    <w:rsid w:val="00D8075B"/>
    <w:rsid w:val="00D8678B"/>
    <w:rsid w:val="00D8757E"/>
    <w:rsid w:val="00D939DB"/>
    <w:rsid w:val="00DA2114"/>
    <w:rsid w:val="00DC283B"/>
    <w:rsid w:val="00DE09C0"/>
    <w:rsid w:val="00DE4A14"/>
    <w:rsid w:val="00DE6D18"/>
    <w:rsid w:val="00DF320D"/>
    <w:rsid w:val="00DF71C8"/>
    <w:rsid w:val="00E06667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10F6"/>
    <w:rsid w:val="00EE32DE"/>
    <w:rsid w:val="00EE5457"/>
    <w:rsid w:val="00F070AB"/>
    <w:rsid w:val="00F17567"/>
    <w:rsid w:val="00F27A7B"/>
    <w:rsid w:val="00F32A13"/>
    <w:rsid w:val="00F526AF"/>
    <w:rsid w:val="00F617C3"/>
    <w:rsid w:val="00F63DB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2756"/>
  <w15:docId w15:val="{9EAB0634-2BF2-4BDD-B64F-44CBF890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AB814E-B0A9-428A-A449-C7174F9F6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2021-03-25T12:15:00Z</dcterms:created>
  <dcterms:modified xsi:type="dcterms:W3CDTF">2023-12-04T10:16:00Z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